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BE236F-02AD-4D78-9011-33D0CFC8A4FD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